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67AE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A7307" w:rsidRPr="009A7307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A7307" w:rsidRPr="009A7307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A7307" w:rsidRPr="009A7307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A7307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7307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szatni w Szkole Podstawowej nr 6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B88" w:rsidRDefault="002B5B88" w:rsidP="00025386">
      <w:pPr>
        <w:spacing w:after="0" w:line="240" w:lineRule="auto"/>
      </w:pPr>
      <w:r>
        <w:separator/>
      </w:r>
    </w:p>
  </w:endnote>
  <w:endnote w:type="continuationSeparator" w:id="0">
    <w:p w:rsidR="002B5B88" w:rsidRDefault="002B5B8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07" w:rsidRDefault="009A73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67AE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D303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D303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07" w:rsidRDefault="009A73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B88" w:rsidRDefault="002B5B88" w:rsidP="00025386">
      <w:pPr>
        <w:spacing w:after="0" w:line="240" w:lineRule="auto"/>
      </w:pPr>
      <w:r>
        <w:separator/>
      </w:r>
    </w:p>
  </w:footnote>
  <w:footnote w:type="continuationSeparator" w:id="0">
    <w:p w:rsidR="002B5B88" w:rsidRDefault="002B5B8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07" w:rsidRDefault="009A73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07" w:rsidRDefault="009A73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07" w:rsidRDefault="009A73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88"/>
    <w:rsid w:val="00025386"/>
    <w:rsid w:val="000423B9"/>
    <w:rsid w:val="00084786"/>
    <w:rsid w:val="001C2314"/>
    <w:rsid w:val="002B5B88"/>
    <w:rsid w:val="002D3036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9A7307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67AE1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2018-05-16T09:34:00Z</dcterms:created>
  <dcterms:modified xsi:type="dcterms:W3CDTF">2018-05-16T09:34:00Z</dcterms:modified>
</cp:coreProperties>
</file>